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82DB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4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A497A">
        <w:rPr>
          <w:rFonts w:ascii="Arial Narrow" w:hAnsi="Arial Narrow"/>
          <w:noProof/>
          <w:sz w:val="22"/>
          <w:lang w:val="de-DE"/>
        </w:rPr>
        <w:t>08.04.2015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80CCC" w:rsidRDefault="00E82DB8" w:rsidP="00E82D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Vorstellung Science Slam, Gast: Felix Hollerbach, Referat für Nachhaltige Entwicklung</w:t>
      </w:r>
    </w:p>
    <w:p w:rsidR="0028733C" w:rsidRDefault="0028733C" w:rsidP="00E82D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Abstimmung Aufnahme Philipp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als Referent des AStAs nach einem Probesemester Anwesenheit </w:t>
      </w:r>
    </w:p>
    <w:p w:rsidR="00E5513A" w:rsidRDefault="00CD74B4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Fächer benutzen</w:t>
      </w:r>
      <w:r w:rsidR="00EC61B7">
        <w:rPr>
          <w:rFonts w:ascii="Arial Narrow" w:hAnsi="Arial Narrow"/>
          <w:sz w:val="22"/>
          <w:lang w:val="de-DE"/>
        </w:rPr>
        <w:t xml:space="preserve"> und aufräumen</w:t>
      </w:r>
    </w:p>
    <w:p w:rsidR="00200D09" w:rsidRDefault="00200D09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neue Sporthalle?</w:t>
      </w:r>
    </w:p>
    <w:p w:rsidR="00967DD8" w:rsidRDefault="00967DD8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von </w:t>
      </w: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für Schwenningen (Anfrage von Marco)</w:t>
      </w:r>
    </w:p>
    <w:p w:rsidR="00C34467" w:rsidRDefault="00C34467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Server</w:t>
      </w:r>
      <w:r w:rsidR="00BA497A">
        <w:rPr>
          <w:rFonts w:ascii="Arial Narrow" w:hAnsi="Arial Narrow"/>
          <w:sz w:val="22"/>
          <w:lang w:val="de-DE"/>
        </w:rPr>
        <w:t xml:space="preserve"> </w:t>
      </w:r>
      <w:r w:rsidR="00BA497A" w:rsidRPr="00BA497A">
        <w:rPr>
          <w:rFonts w:ascii="Arial Narrow" w:hAnsi="Arial Narrow"/>
          <w:sz w:val="22"/>
          <w:lang w:val="de-DE"/>
        </w:rPr>
        <w:sym w:font="Wingdings" w:char="F0E0"/>
      </w:r>
      <w:r w:rsidR="00BA497A">
        <w:rPr>
          <w:rFonts w:ascii="Arial Narrow" w:hAnsi="Arial Narrow"/>
          <w:sz w:val="22"/>
          <w:lang w:val="de-DE"/>
        </w:rPr>
        <w:t xml:space="preserve"> Ordner Rechte</w:t>
      </w:r>
    </w:p>
    <w:p w:rsidR="00BA497A" w:rsidRDefault="00BA497A" w:rsidP="00BA497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Fonts Rechner</w:t>
      </w:r>
    </w:p>
    <w:p w:rsidR="00BA497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AStA-Bar: Name? Datum 23.04.15?</w:t>
      </w:r>
    </w:p>
    <w:p w:rsidR="00BA497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 Motto</w:t>
      </w:r>
    </w:p>
    <w:p w:rsidR="00BA497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</w:t>
      </w:r>
    </w:p>
    <w:p w:rsidR="00BA497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Info für Wahlen</w:t>
      </w:r>
    </w:p>
    <w:p w:rsidR="00BA497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Restalkohol</w:t>
      </w:r>
      <w:bookmarkStart w:id="0" w:name="_GoBack"/>
      <w:bookmarkEnd w:id="0"/>
    </w:p>
    <w:p w:rsidR="00BA497A" w:rsidRPr="00E5513A" w:rsidRDefault="00BA497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BA497A" w:rsidRPr="00E5513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A497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0D09"/>
    <w:rsid w:val="00203683"/>
    <w:rsid w:val="00211E26"/>
    <w:rsid w:val="00273332"/>
    <w:rsid w:val="00274830"/>
    <w:rsid w:val="0028733C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237A"/>
    <w:rsid w:val="0036697F"/>
    <w:rsid w:val="003733CC"/>
    <w:rsid w:val="003775B0"/>
    <w:rsid w:val="00380CCC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52E34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67DD8"/>
    <w:rsid w:val="009757B0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83D82"/>
    <w:rsid w:val="00BA10A5"/>
    <w:rsid w:val="00BA497A"/>
    <w:rsid w:val="00BD4E8B"/>
    <w:rsid w:val="00BE1515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A5DF7"/>
    <w:rsid w:val="00CB5BD5"/>
    <w:rsid w:val="00CD7327"/>
    <w:rsid w:val="00CD74B4"/>
    <w:rsid w:val="00CF0EE6"/>
    <w:rsid w:val="00D23BBC"/>
    <w:rsid w:val="00D24AA6"/>
    <w:rsid w:val="00D4751D"/>
    <w:rsid w:val="00D523B8"/>
    <w:rsid w:val="00D52E25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513A"/>
    <w:rsid w:val="00E609C1"/>
    <w:rsid w:val="00E66A27"/>
    <w:rsid w:val="00E81768"/>
    <w:rsid w:val="00E82DB8"/>
    <w:rsid w:val="00E90352"/>
    <w:rsid w:val="00E97E93"/>
    <w:rsid w:val="00EA30A5"/>
    <w:rsid w:val="00EB31F2"/>
    <w:rsid w:val="00EC61B7"/>
    <w:rsid w:val="00F15EEB"/>
    <w:rsid w:val="00F834DE"/>
    <w:rsid w:val="00F85BF5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Sandra Beuck</cp:lastModifiedBy>
  <cp:revision>36</cp:revision>
  <cp:lastPrinted>2015-04-01T11:10:00Z</cp:lastPrinted>
  <dcterms:created xsi:type="dcterms:W3CDTF">2013-07-11T11:14:00Z</dcterms:created>
  <dcterms:modified xsi:type="dcterms:W3CDTF">2015-04-08T10:07:00Z</dcterms:modified>
</cp:coreProperties>
</file>